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679" w:rsidRPr="00F72830" w:rsidRDefault="000E6679">
      <w:pPr>
        <w:rPr>
          <w:b/>
        </w:rPr>
      </w:pPr>
      <w:r w:rsidRPr="00F72830">
        <w:rPr>
          <w:b/>
        </w:rPr>
        <w:t xml:space="preserve">Příloha č. </w:t>
      </w:r>
      <w:r w:rsidR="00F17483" w:rsidRPr="00F72830">
        <w:rPr>
          <w:b/>
        </w:rPr>
        <w:t>2</w:t>
      </w:r>
      <w:r w:rsidR="001E2911" w:rsidRPr="00F72830">
        <w:rPr>
          <w:b/>
        </w:rPr>
        <w:t xml:space="preserve">  Situační zákres</w:t>
      </w:r>
    </w:p>
    <w:p w:rsidR="004E6FD7" w:rsidRDefault="00251DE6">
      <w:r>
        <w:t>C</w:t>
      </w:r>
      <w:r w:rsidR="00380950">
        <w:t>108</w:t>
      </w:r>
      <w:r w:rsidR="004E6FD7">
        <w:t xml:space="preserve">, k.ú. </w:t>
      </w:r>
      <w:r w:rsidR="00380950">
        <w:t>Maršov</w:t>
      </w:r>
      <w:r w:rsidR="004E6FD7">
        <w:t xml:space="preserve">, lokalita </w:t>
      </w:r>
      <w:r w:rsidR="00380950">
        <w:t>Padělky (Díly)</w:t>
      </w:r>
      <w:r w:rsidR="00C26BD7">
        <w:t>, parc.č.</w:t>
      </w:r>
      <w:r w:rsidR="00380950">
        <w:t>547</w:t>
      </w:r>
      <w:r w:rsidR="00C26BD7">
        <w:t xml:space="preserve">, výměra </w:t>
      </w:r>
      <w:r w:rsidR="00380950">
        <w:t>4260</w:t>
      </w:r>
      <w:r w:rsidR="00C26BD7">
        <w:t xml:space="preserve"> m</w:t>
      </w:r>
      <w:r w:rsidR="00C26BD7" w:rsidRPr="00DA0FB8">
        <w:rPr>
          <w:vertAlign w:val="superscript"/>
        </w:rPr>
        <w:t>2</w:t>
      </w:r>
      <w:r w:rsidR="00F72830">
        <w:t xml:space="preserve">, </w:t>
      </w:r>
      <w:bookmarkStart w:id="0" w:name="_GoBack"/>
      <w:bookmarkEnd w:id="0"/>
      <w:r w:rsidR="00C26BD7">
        <w:t xml:space="preserve">délka </w:t>
      </w:r>
      <w:r w:rsidR="00380950">
        <w:t xml:space="preserve">566 </w:t>
      </w:r>
      <w:r w:rsidR="00C26BD7">
        <w:t>m</w:t>
      </w:r>
      <w:r w:rsidR="00431542">
        <w:t>,</w:t>
      </w:r>
      <w:r w:rsidR="006B7B23">
        <w:t xml:space="preserve"> </w:t>
      </w:r>
      <w:r w:rsidR="00380950">
        <w:t>15</w:t>
      </w:r>
      <w:r w:rsidR="00A207DF">
        <w:t xml:space="preserve"> kůlů</w:t>
      </w:r>
    </w:p>
    <w:p w:rsidR="00431542" w:rsidRDefault="00431542"/>
    <w:p w:rsidR="00A207DF" w:rsidRDefault="00A207DF"/>
    <w:p w:rsidR="00251DE6" w:rsidRDefault="00251DE6"/>
    <w:p w:rsidR="00251DE6" w:rsidRDefault="00251DE6">
      <w:r>
        <w:t xml:space="preserve"> </w:t>
      </w:r>
      <w:r w:rsidR="00380950">
        <w:rPr>
          <w:noProof/>
          <w:lang w:eastAsia="cs-CZ"/>
        </w:rPr>
        <w:drawing>
          <wp:inline distT="0" distB="0" distL="0" distR="0" wp14:anchorId="73A1C9DE" wp14:editId="20CA31F3">
            <wp:extent cx="2887980" cy="3289915"/>
            <wp:effectExtent l="0" t="0" r="762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97480" cy="330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0950">
        <w:rPr>
          <w:noProof/>
        </w:rPr>
        <w:t xml:space="preserve">           </w:t>
      </w:r>
      <w:r w:rsidR="00380950">
        <w:rPr>
          <w:noProof/>
          <w:lang w:eastAsia="cs-CZ"/>
        </w:rPr>
        <w:drawing>
          <wp:inline distT="0" distB="0" distL="0" distR="0" wp14:anchorId="7E690C2C" wp14:editId="1F04F0F8">
            <wp:extent cx="2400300" cy="2855094"/>
            <wp:effectExtent l="0" t="0" r="0" b="254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855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9F1" w:rsidRDefault="001969F1"/>
    <w:sectPr w:rsidR="001969F1" w:rsidSect="004315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D7"/>
    <w:rsid w:val="000E6679"/>
    <w:rsid w:val="001969F1"/>
    <w:rsid w:val="001E2911"/>
    <w:rsid w:val="002047DD"/>
    <w:rsid w:val="00251DE6"/>
    <w:rsid w:val="00380950"/>
    <w:rsid w:val="00431542"/>
    <w:rsid w:val="004D7F05"/>
    <w:rsid w:val="004E6FD7"/>
    <w:rsid w:val="006B7B23"/>
    <w:rsid w:val="00896284"/>
    <w:rsid w:val="00A207DF"/>
    <w:rsid w:val="00AF3A11"/>
    <w:rsid w:val="00C26BD7"/>
    <w:rsid w:val="00DA0FB8"/>
    <w:rsid w:val="00F17483"/>
    <w:rsid w:val="00F7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8894C-7521-419F-B2DA-2D427605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6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37350D63.dotm</Template>
  <TotalTime>100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Štěpančíková Taťána, Ing.</dc:creator>
  <cp:keywords/>
  <dc:description/>
  <cp:lastModifiedBy>Štěpančíková Taťána, Ing.</cp:lastModifiedBy>
  <cp:revision>13</cp:revision>
  <cp:lastPrinted>2023-08-08T08:20:00Z</cp:lastPrinted>
  <dcterms:created xsi:type="dcterms:W3CDTF">2021-08-06T11:34:00Z</dcterms:created>
  <dcterms:modified xsi:type="dcterms:W3CDTF">2025-09-11T12:05:00Z</dcterms:modified>
</cp:coreProperties>
</file>